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63A80316" w14:textId="77777777" w:rsidR="00614BF1" w:rsidRPr="00CB3CE1" w:rsidRDefault="00614BF1" w:rsidP="00614BF1">
      <w:pPr>
        <w:pStyle w:val="Nagwek"/>
        <w:spacing w:before="600"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7</w:t>
      </w:r>
    </w:p>
    <w:p w14:paraId="63A80317" w14:textId="77777777" w:rsidR="00F75F04" w:rsidRPr="00614BF1" w:rsidRDefault="00614BF1" w:rsidP="00614BF1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3A80318" w14:textId="77777777" w:rsidR="00144328" w:rsidRPr="000969D9" w:rsidRDefault="00FD218B" w:rsidP="00614BF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614BF1">
        <w:rPr>
          <w:rFonts w:ascii="Arial" w:hAnsi="Arial" w:cs="Arial"/>
          <w:sz w:val="20"/>
          <w:szCs w:val="20"/>
        </w:rPr>
        <w:t>Załącznik nr 4 do umowy o dofinansowanie projektu</w:t>
      </w:r>
    </w:p>
    <w:p w14:paraId="63A80319" w14:textId="77777777" w:rsidR="000969D9" w:rsidRPr="00614BF1" w:rsidRDefault="00614BF1" w:rsidP="00614BF1">
      <w:pPr>
        <w:tabs>
          <w:tab w:val="center" w:pos="2268"/>
          <w:tab w:val="center" w:pos="6804"/>
        </w:tabs>
        <w:spacing w:before="480" w:after="96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/Partnera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</w:p>
    <w:p w14:paraId="63A8031A" w14:textId="77777777" w:rsidR="00F75F04" w:rsidRPr="00614BF1" w:rsidRDefault="00D92BA8" w:rsidP="00614BF1">
      <w:pPr>
        <w:spacing w:before="60" w:after="600" w:line="276" w:lineRule="auto"/>
        <w:jc w:val="center"/>
        <w:rPr>
          <w:rFonts w:ascii="Arial" w:hAnsi="Arial" w:cs="Arial"/>
          <w:b/>
        </w:rPr>
      </w:pPr>
      <w:r w:rsidRPr="00614BF1">
        <w:rPr>
          <w:rFonts w:ascii="Arial" w:hAnsi="Arial" w:cs="Arial"/>
          <w:b/>
        </w:rPr>
        <w:t>OŚWIADCZENIE O KWALIFIKOWALNOŚCI VAT</w:t>
      </w:r>
      <w:r w:rsidR="008F4DFB" w:rsidRPr="00614BF1">
        <w:rPr>
          <w:rFonts w:ascii="Arial" w:hAnsi="Arial" w:cs="Arial"/>
          <w:b/>
        </w:rPr>
        <w:t xml:space="preserve"> </w:t>
      </w:r>
      <w:r w:rsidR="00374B2A" w:rsidRPr="00614BF1">
        <w:rPr>
          <w:rStyle w:val="Odwoanieprzypisudolnego"/>
          <w:rFonts w:ascii="Arial" w:hAnsi="Arial" w:cs="Arial"/>
          <w:b/>
        </w:rPr>
        <w:footnoteReference w:id="1"/>
      </w:r>
    </w:p>
    <w:p w14:paraId="63A8031B" w14:textId="77777777" w:rsidR="00A34114" w:rsidRPr="00614BF1" w:rsidRDefault="00D92BA8" w:rsidP="00614BF1">
      <w:pPr>
        <w:pStyle w:val="Tekstpodstawowy"/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Oświadczam</w:t>
      </w:r>
      <w:r w:rsidR="0060352D" w:rsidRPr="00614BF1">
        <w:rPr>
          <w:rFonts w:ascii="Arial" w:hAnsi="Arial" w:cs="Arial"/>
        </w:rPr>
        <w:t xml:space="preserve">, że </w:t>
      </w:r>
      <w:r w:rsidR="00935897" w:rsidRPr="00614BF1">
        <w:rPr>
          <w:rFonts w:ascii="Arial" w:hAnsi="Arial" w:cs="Arial"/>
        </w:rPr>
        <w:t>realizując</w:t>
      </w:r>
      <w:r w:rsidR="005A6D27" w:rsidRPr="00614BF1">
        <w:rPr>
          <w:rFonts w:ascii="Arial" w:hAnsi="Arial" w:cs="Arial"/>
        </w:rPr>
        <w:t xml:space="preserve"> projekt pn.</w:t>
      </w:r>
      <w:r w:rsidR="00614BF1">
        <w:rPr>
          <w:rFonts w:ascii="Arial" w:hAnsi="Arial" w:cs="Arial"/>
        </w:rPr>
        <w:t xml:space="preserve"> …………………………………</w:t>
      </w:r>
      <w:r w:rsidR="005A6D27" w:rsidRPr="00614BF1">
        <w:rPr>
          <w:rFonts w:ascii="Arial" w:hAnsi="Arial" w:cs="Arial"/>
        </w:rPr>
        <w:t>(nazwa projektu)</w:t>
      </w:r>
      <w:r w:rsidR="00614BF1">
        <w:rPr>
          <w:rFonts w:ascii="Arial" w:hAnsi="Arial" w:cs="Arial"/>
        </w:rPr>
        <w:t xml:space="preserve"> </w:t>
      </w:r>
      <w:r w:rsidR="000D2388" w:rsidRPr="00614BF1">
        <w:rPr>
          <w:rFonts w:ascii="Arial" w:hAnsi="Arial" w:cs="Arial"/>
        </w:rPr>
        <w:t>nr wniosku</w:t>
      </w:r>
      <w:r w:rsidR="00614BF1">
        <w:rPr>
          <w:rFonts w:ascii="Arial" w:hAnsi="Arial" w:cs="Arial"/>
        </w:rPr>
        <w:t>………………………………</w:t>
      </w:r>
      <w:r w:rsidR="00D94508" w:rsidRPr="00614BF1">
        <w:rPr>
          <w:rFonts w:ascii="Arial" w:hAnsi="Arial" w:cs="Arial"/>
        </w:rPr>
        <w:t>na</w:t>
      </w:r>
      <w:r w:rsidRPr="00614BF1">
        <w:rPr>
          <w:rFonts w:ascii="Arial" w:hAnsi="Arial" w:cs="Arial"/>
        </w:rPr>
        <w:t xml:space="preserve"> </w:t>
      </w:r>
      <w:r w:rsidR="00D94508" w:rsidRPr="00614BF1">
        <w:rPr>
          <w:rFonts w:ascii="Arial" w:hAnsi="Arial" w:cs="Arial"/>
        </w:rPr>
        <w:t xml:space="preserve">moment złożenia wniosku o dofinansowanie projektu </w:t>
      </w:r>
      <w:r w:rsidR="0060352D" w:rsidRPr="00614BF1">
        <w:rPr>
          <w:rFonts w:ascii="Arial" w:hAnsi="Arial" w:cs="Arial"/>
        </w:rPr>
        <w:t xml:space="preserve">w ramach </w:t>
      </w:r>
      <w:r w:rsidR="00EF3E7C" w:rsidRPr="00614BF1">
        <w:rPr>
          <w:rFonts w:ascii="Arial" w:hAnsi="Arial" w:cs="Arial"/>
        </w:rPr>
        <w:t xml:space="preserve">Programu </w:t>
      </w:r>
      <w:r w:rsidR="00B814E4" w:rsidRPr="00614BF1">
        <w:rPr>
          <w:rFonts w:ascii="Arial" w:hAnsi="Arial" w:cs="Arial"/>
        </w:rPr>
        <w:t xml:space="preserve">Fundusze Europejskie dla </w:t>
      </w:r>
      <w:r w:rsidR="00EF3E7C" w:rsidRPr="00614BF1">
        <w:rPr>
          <w:rFonts w:ascii="Arial" w:hAnsi="Arial" w:cs="Arial"/>
        </w:rPr>
        <w:t>Śląskiego</w:t>
      </w:r>
      <w:r w:rsidR="0060352D" w:rsidRPr="00614BF1">
        <w:rPr>
          <w:rFonts w:ascii="Arial" w:hAnsi="Arial" w:cs="Arial"/>
        </w:rPr>
        <w:t xml:space="preserve"> 20</w:t>
      </w:r>
      <w:r w:rsidR="00B814E4" w:rsidRPr="00614BF1">
        <w:rPr>
          <w:rFonts w:ascii="Arial" w:hAnsi="Arial" w:cs="Arial"/>
        </w:rPr>
        <w:t>21</w:t>
      </w:r>
      <w:r w:rsidR="0060352D" w:rsidRPr="00614BF1">
        <w:rPr>
          <w:rFonts w:ascii="Arial" w:hAnsi="Arial" w:cs="Arial"/>
        </w:rPr>
        <w:t>-20</w:t>
      </w:r>
      <w:r w:rsidR="00B814E4" w:rsidRPr="00614BF1">
        <w:rPr>
          <w:rFonts w:ascii="Arial" w:hAnsi="Arial" w:cs="Arial"/>
        </w:rPr>
        <w:t>27</w:t>
      </w:r>
      <w:r w:rsidR="008F4DFB" w:rsidRPr="00614BF1">
        <w:rPr>
          <w:rFonts w:ascii="Arial" w:hAnsi="Arial" w:cs="Arial"/>
        </w:rPr>
        <w:t>,</w:t>
      </w:r>
      <w:r w:rsidR="00614BF1">
        <w:rPr>
          <w:rFonts w:ascii="Arial" w:hAnsi="Arial" w:cs="Arial"/>
        </w:rPr>
        <w:t xml:space="preserve"> …………………………………………….…….</w:t>
      </w:r>
      <w:r w:rsidR="00A87C25" w:rsidRPr="00614BF1">
        <w:rPr>
          <w:rFonts w:ascii="Arial" w:hAnsi="Arial" w:cs="Arial"/>
        </w:rPr>
        <w:t>(nazwa</w:t>
      </w:r>
      <w:r w:rsidR="00171811" w:rsidRPr="00614BF1">
        <w:rPr>
          <w:rFonts w:ascii="Arial" w:hAnsi="Arial" w:cs="Arial"/>
        </w:rPr>
        <w:t xml:space="preserve"> beneficjenta</w:t>
      </w:r>
      <w:r w:rsidR="00A87C25" w:rsidRPr="00614BF1">
        <w:rPr>
          <w:rFonts w:ascii="Arial" w:hAnsi="Arial" w:cs="Arial"/>
        </w:rPr>
        <w:t>/nazwa partnera)</w:t>
      </w:r>
      <w:r w:rsidR="00614BF1">
        <w:rPr>
          <w:rFonts w:ascii="Arial" w:hAnsi="Arial" w:cs="Arial"/>
        </w:rPr>
        <w:t xml:space="preserve"> </w:t>
      </w:r>
      <w:r w:rsidR="00A34114" w:rsidRPr="00614BF1">
        <w:rPr>
          <w:rFonts w:ascii="Arial" w:hAnsi="Arial" w:cs="Arial"/>
        </w:rPr>
        <w:t>oraz</w:t>
      </w:r>
      <w:r w:rsidR="00151573" w:rsidRPr="00614BF1">
        <w:rPr>
          <w:rFonts w:ascii="Arial" w:hAnsi="Arial" w:cs="Arial"/>
        </w:rPr>
        <w:t xml:space="preserve"> każdy inny </w:t>
      </w:r>
      <w:r w:rsidR="00A34114" w:rsidRPr="00614BF1">
        <w:rPr>
          <w:rFonts w:ascii="Arial" w:hAnsi="Arial" w:cs="Arial"/>
        </w:rPr>
        <w:t>zaangażowany w realizację</w:t>
      </w:r>
      <w:r w:rsidR="00614BF1">
        <w:rPr>
          <w:rFonts w:ascii="Arial" w:hAnsi="Arial" w:cs="Arial"/>
        </w:rPr>
        <w:t xml:space="preserve"> </w:t>
      </w:r>
      <w:r w:rsidR="00A34114" w:rsidRPr="00614BF1">
        <w:rPr>
          <w:rFonts w:ascii="Arial" w:hAnsi="Arial" w:cs="Arial"/>
        </w:rPr>
        <w:t>/</w:t>
      </w:r>
      <w:r w:rsidR="00614BF1">
        <w:rPr>
          <w:rFonts w:ascii="Arial" w:hAnsi="Arial" w:cs="Arial"/>
        </w:rPr>
        <w:t xml:space="preserve"> </w:t>
      </w:r>
      <w:r w:rsidR="00ED1890" w:rsidRPr="00614BF1">
        <w:rPr>
          <w:rFonts w:ascii="Arial" w:hAnsi="Arial" w:cs="Arial"/>
        </w:rPr>
        <w:t>eksploatację p</w:t>
      </w:r>
      <w:r w:rsidR="00A34114" w:rsidRPr="00614BF1">
        <w:rPr>
          <w:rFonts w:ascii="Arial" w:hAnsi="Arial" w:cs="Arial"/>
        </w:rPr>
        <w:t>rojektu podmiot</w:t>
      </w:r>
      <w:r w:rsidR="005A6D27" w:rsidRPr="00614BF1">
        <w:rPr>
          <w:rFonts w:ascii="Arial" w:hAnsi="Arial" w:cs="Arial"/>
        </w:rPr>
        <w:t xml:space="preserve"> </w:t>
      </w:r>
      <w:proofErr w:type="spellStart"/>
      <w:r w:rsidR="005A6D27" w:rsidRPr="00614BF1">
        <w:rPr>
          <w:rFonts w:ascii="Arial" w:hAnsi="Arial" w:cs="Arial"/>
        </w:rPr>
        <w:t>tj</w:t>
      </w:r>
      <w:proofErr w:type="spellEnd"/>
      <w:r w:rsidR="00614BF1">
        <w:rPr>
          <w:rFonts w:ascii="Arial" w:hAnsi="Arial" w:cs="Arial"/>
        </w:rPr>
        <w:t xml:space="preserve">………………………………………………………………………………………………. </w:t>
      </w:r>
      <w:r w:rsidR="005A6D27" w:rsidRPr="00614BF1">
        <w:rPr>
          <w:rFonts w:ascii="Arial" w:hAnsi="Arial" w:cs="Arial"/>
        </w:rPr>
        <w:t>:</w:t>
      </w:r>
    </w:p>
    <w:p w14:paraId="63A8031C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 całości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2"/>
      </w:r>
      <w:r w:rsidR="003E1F31" w:rsidRPr="00614BF1">
        <w:rPr>
          <w:rFonts w:ascii="Arial" w:hAnsi="Arial" w:cs="Arial"/>
        </w:rPr>
        <w:t>,</w:t>
      </w:r>
    </w:p>
    <w:p w14:paraId="63A8031D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 części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3"/>
      </w:r>
      <w:r w:rsidR="003E1F31" w:rsidRPr="00614BF1">
        <w:rPr>
          <w:rFonts w:ascii="Arial" w:hAnsi="Arial" w:cs="Arial"/>
        </w:rPr>
        <w:t>,</w:t>
      </w:r>
    </w:p>
    <w:p w14:paraId="63A8031E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n</w:t>
      </w:r>
      <w:r w:rsidR="00374B2A" w:rsidRPr="00614BF1">
        <w:rPr>
          <w:rFonts w:ascii="Arial" w:hAnsi="Arial" w:cs="Arial"/>
        </w:rPr>
        <w:t>ie ma możliwość</w:t>
      </w:r>
      <w:r w:rsidR="008319B8" w:rsidRPr="00614BF1">
        <w:rPr>
          <w:rFonts w:ascii="Arial" w:hAnsi="Arial" w:cs="Arial"/>
        </w:rPr>
        <w:t xml:space="preserve"> odzyskania poniesionego kosztu podatku VAT</w:t>
      </w:r>
      <w:r w:rsidR="00D94508" w:rsidRPr="00614BF1">
        <w:rPr>
          <w:rFonts w:ascii="Arial" w:hAnsi="Arial" w:cs="Arial"/>
        </w:rPr>
        <w:t xml:space="preserve">, którego </w:t>
      </w:r>
      <w:r w:rsidR="00DB69F1" w:rsidRPr="00614BF1">
        <w:rPr>
          <w:rFonts w:ascii="Arial" w:hAnsi="Arial" w:cs="Arial"/>
        </w:rPr>
        <w:t>wartość całkowita</w:t>
      </w:r>
      <w:r w:rsidR="00D94508" w:rsidRPr="00614BF1">
        <w:rPr>
          <w:rFonts w:ascii="Arial" w:hAnsi="Arial" w:cs="Arial"/>
        </w:rPr>
        <w:t xml:space="preserve"> </w:t>
      </w:r>
      <w:r w:rsidR="00DB69F1" w:rsidRPr="00614BF1">
        <w:rPr>
          <w:rFonts w:ascii="Arial" w:hAnsi="Arial" w:cs="Arial"/>
        </w:rPr>
        <w:t>została wskazana</w:t>
      </w:r>
      <w:r w:rsidR="009F5844" w:rsidRPr="00614BF1">
        <w:rPr>
          <w:rFonts w:ascii="Arial" w:hAnsi="Arial" w:cs="Arial"/>
        </w:rPr>
        <w:t xml:space="preserve"> we wniosku</w:t>
      </w:r>
      <w:r w:rsidR="00B27320" w:rsidRPr="00614BF1">
        <w:rPr>
          <w:rFonts w:ascii="Arial" w:hAnsi="Arial" w:cs="Arial"/>
        </w:rPr>
        <w:t xml:space="preserve"> o dofinansowanie nr</w:t>
      </w:r>
      <w:r w:rsidR="005A6D27" w:rsidRPr="00614BF1">
        <w:rPr>
          <w:rFonts w:ascii="Arial" w:hAnsi="Arial" w:cs="Arial"/>
        </w:rPr>
        <w:t xml:space="preserve"> </w:t>
      </w:r>
      <w:r w:rsidR="00614BF1">
        <w:rPr>
          <w:rFonts w:ascii="Arial" w:hAnsi="Arial" w:cs="Arial"/>
        </w:rPr>
        <w:t>………..</w:t>
      </w:r>
      <w:r w:rsidR="007E1729" w:rsidRPr="00614BF1">
        <w:rPr>
          <w:rFonts w:ascii="Arial" w:hAnsi="Arial" w:cs="Arial"/>
        </w:rPr>
        <w:t>,</w:t>
      </w:r>
    </w:p>
    <w:p w14:paraId="63A8031F" w14:textId="77777777" w:rsidR="00614BF1" w:rsidRDefault="00171811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beneficjent </w:t>
      </w:r>
      <w:r w:rsidR="009B5B2A" w:rsidRPr="00614BF1">
        <w:rPr>
          <w:rFonts w:ascii="Arial" w:hAnsi="Arial" w:cs="Arial"/>
        </w:rPr>
        <w:t>/ partner</w:t>
      </w:r>
      <w:r w:rsidR="00A34114" w:rsidRPr="00614BF1">
        <w:rPr>
          <w:rFonts w:ascii="Arial" w:hAnsi="Arial" w:cs="Arial"/>
        </w:rPr>
        <w:t xml:space="preserve"> korzysta ze zwolnienia</w:t>
      </w:r>
      <w:r w:rsidR="00762AFF" w:rsidRPr="00614BF1">
        <w:rPr>
          <w:rFonts w:ascii="Arial" w:hAnsi="Arial" w:cs="Arial"/>
        </w:rPr>
        <w:t xml:space="preserve"> podmiotowego / przedmiotowego</w:t>
      </w:r>
      <w:r w:rsidR="00A34114" w:rsidRPr="00614BF1">
        <w:rPr>
          <w:rFonts w:ascii="Arial" w:hAnsi="Arial" w:cs="Arial"/>
        </w:rPr>
        <w:t xml:space="preserve"> z VAT na podstawie</w:t>
      </w:r>
      <w:r w:rsidR="00D15140" w:rsidRPr="00614BF1">
        <w:rPr>
          <w:rStyle w:val="Odwoanieprzypisudolnego"/>
          <w:rFonts w:ascii="Arial" w:hAnsi="Arial" w:cs="Arial"/>
        </w:rPr>
        <w:footnoteReference w:id="4"/>
      </w:r>
      <w:r w:rsidR="005A6D27" w:rsidRPr="00614BF1">
        <w:rPr>
          <w:rFonts w:ascii="Arial" w:hAnsi="Arial" w:cs="Arial"/>
        </w:rPr>
        <w:t xml:space="preserve"> </w:t>
      </w:r>
      <w:r w:rsidR="00614BF1">
        <w:rPr>
          <w:rFonts w:ascii="Arial" w:hAnsi="Arial" w:cs="Arial"/>
        </w:rPr>
        <w:t>………………………………………………………………..</w:t>
      </w:r>
      <w:r w:rsidR="00B27320" w:rsidRPr="00614BF1">
        <w:rPr>
          <w:rFonts w:ascii="Arial" w:hAnsi="Arial" w:cs="Arial"/>
        </w:rPr>
        <w:t xml:space="preserve"> </w:t>
      </w:r>
      <w:r w:rsidR="007E1729" w:rsidRPr="00614BF1">
        <w:rPr>
          <w:rFonts w:ascii="Arial" w:hAnsi="Arial" w:cs="Arial"/>
        </w:rPr>
        <w:t>,</w:t>
      </w:r>
    </w:p>
    <w:p w14:paraId="63A80320" w14:textId="77777777" w:rsidR="009F5844" w:rsidRPr="00614BF1" w:rsidRDefault="00614BF1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  <w:r w:rsidR="00FD218B" w:rsidRPr="00614BF1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 xml:space="preserve"> </w:t>
      </w:r>
      <w:r w:rsidR="009F5844" w:rsidRPr="00614BF1">
        <w:rPr>
          <w:rFonts w:ascii="Arial" w:hAnsi="Arial" w:cs="Arial"/>
        </w:rPr>
        <w:t>korzysta ze zwolnienia</w:t>
      </w:r>
      <w:r w:rsidR="007042E7" w:rsidRPr="00614BF1">
        <w:rPr>
          <w:rFonts w:ascii="Arial" w:hAnsi="Arial" w:cs="Arial"/>
        </w:rPr>
        <w:t xml:space="preserve"> </w:t>
      </w:r>
      <w:r w:rsidR="00762AFF" w:rsidRPr="00614BF1">
        <w:rPr>
          <w:rFonts w:ascii="Arial" w:hAnsi="Arial" w:cs="Arial"/>
        </w:rPr>
        <w:t>podmiotowego/przedmiotowego</w:t>
      </w:r>
      <w:r w:rsidR="009F5844" w:rsidRPr="00614BF1">
        <w:rPr>
          <w:rFonts w:ascii="Arial" w:hAnsi="Arial" w:cs="Arial"/>
        </w:rPr>
        <w:t xml:space="preserve"> z VAT na podstawie</w:t>
      </w:r>
      <w:r w:rsidR="00D15140" w:rsidRPr="00614BF1"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……………………………………………………………</w:t>
      </w:r>
      <w:r w:rsidR="007A0EE0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</w:p>
    <w:p w14:paraId="63A80321" w14:textId="77777777" w:rsidR="00A34114" w:rsidRPr="00614BF1" w:rsidRDefault="00A34114" w:rsidP="00614BF1">
      <w:pPr>
        <w:spacing w:before="60" w:line="276" w:lineRule="auto"/>
        <w:rPr>
          <w:rFonts w:ascii="Arial" w:hAnsi="Arial" w:cs="Arial"/>
        </w:rPr>
      </w:pPr>
    </w:p>
    <w:p w14:paraId="63A80322" w14:textId="32A3D77D" w:rsidR="00A34114" w:rsidRPr="00614BF1" w:rsidRDefault="00A34114" w:rsidP="00E4264F">
      <w:pPr>
        <w:spacing w:before="60" w:after="60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Zobowiązuję się do zwrotu zrefundowanej w rama</w:t>
      </w:r>
      <w:r w:rsidR="002061DE" w:rsidRPr="00614BF1">
        <w:rPr>
          <w:rFonts w:ascii="Arial" w:hAnsi="Arial" w:cs="Arial"/>
        </w:rPr>
        <w:t xml:space="preserve">ch projektu części podatku VAT </w:t>
      </w:r>
      <w:r w:rsidRPr="00614BF1">
        <w:rPr>
          <w:rFonts w:ascii="Arial" w:hAnsi="Arial" w:cs="Arial"/>
        </w:rPr>
        <w:t>wraz z odsetkami, jeżeli zaistnieją przesłanki umożliw</w:t>
      </w:r>
      <w:r w:rsidR="002061DE" w:rsidRPr="00614BF1">
        <w:rPr>
          <w:rFonts w:ascii="Arial" w:hAnsi="Arial" w:cs="Arial"/>
        </w:rPr>
        <w:t xml:space="preserve">iające odzyskanie tego podatku </w:t>
      </w:r>
      <w:r w:rsidRPr="00614BF1">
        <w:rPr>
          <w:rFonts w:ascii="Arial" w:hAnsi="Arial" w:cs="Arial"/>
        </w:rPr>
        <w:t>w przyszłości,</w:t>
      </w:r>
      <w:r w:rsidR="002061DE" w:rsidRPr="00614BF1">
        <w:rPr>
          <w:rFonts w:ascii="Arial" w:hAnsi="Arial" w:cs="Arial"/>
        </w:rPr>
        <w:t xml:space="preserve"> </w:t>
      </w:r>
      <w:r w:rsidRPr="00614BF1">
        <w:rPr>
          <w:rFonts w:ascii="Arial" w:hAnsi="Arial" w:cs="Arial"/>
        </w:rPr>
        <w:t xml:space="preserve">w tym po okresie realizacji </w:t>
      </w:r>
      <w:r w:rsidR="00883F26">
        <w:rPr>
          <w:rFonts w:ascii="Arial" w:hAnsi="Arial" w:cs="Arial"/>
        </w:rPr>
        <w:t>p</w:t>
      </w:r>
      <w:r w:rsidRPr="00614BF1">
        <w:rPr>
          <w:rFonts w:ascii="Arial" w:hAnsi="Arial" w:cs="Arial"/>
        </w:rPr>
        <w:t xml:space="preserve">rojektu. </w:t>
      </w:r>
    </w:p>
    <w:p w14:paraId="63A80323" w14:textId="4690BE7C" w:rsidR="008F4DFB" w:rsidRPr="00614BF1" w:rsidRDefault="00A34114" w:rsidP="00614BF1">
      <w:pPr>
        <w:spacing w:before="6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świadomy, iż w każdym przypadku, gdy będ</w:t>
      </w:r>
      <w:r w:rsidR="002061DE" w:rsidRPr="00614BF1">
        <w:rPr>
          <w:rFonts w:ascii="Arial" w:hAnsi="Arial" w:cs="Arial"/>
        </w:rPr>
        <w:t xml:space="preserve">zie konieczność zwrotu podatku VAT, który </w:t>
      </w:r>
      <w:r w:rsidRPr="00614BF1">
        <w:rPr>
          <w:rFonts w:ascii="Arial" w:hAnsi="Arial" w:cs="Arial"/>
        </w:rPr>
        <w:t xml:space="preserve">stanie się kosztem niekwalifikowalnym </w:t>
      </w:r>
      <w:r w:rsidR="002061DE" w:rsidRPr="00614BF1">
        <w:rPr>
          <w:rFonts w:ascii="Arial" w:hAnsi="Arial" w:cs="Arial"/>
        </w:rPr>
        <w:t xml:space="preserve">w </w:t>
      </w:r>
      <w:r w:rsidR="00883F26">
        <w:rPr>
          <w:rFonts w:ascii="Arial" w:hAnsi="Arial" w:cs="Arial"/>
        </w:rPr>
        <w:t>p</w:t>
      </w:r>
      <w:r w:rsidR="002061DE" w:rsidRPr="00614BF1">
        <w:rPr>
          <w:rFonts w:ascii="Arial" w:hAnsi="Arial" w:cs="Arial"/>
        </w:rPr>
        <w:t xml:space="preserve">rojekcie, zwrot odbywać się </w:t>
      </w:r>
      <w:r w:rsidRPr="00614BF1">
        <w:rPr>
          <w:rFonts w:ascii="Arial" w:hAnsi="Arial" w:cs="Arial"/>
        </w:rPr>
        <w:t>będzie na zasadach określonych w ustawie z dnia 27 sierpnia 2009</w:t>
      </w:r>
      <w:r w:rsidR="002061DE" w:rsidRPr="00614BF1">
        <w:rPr>
          <w:rFonts w:ascii="Arial" w:hAnsi="Arial" w:cs="Arial"/>
        </w:rPr>
        <w:t xml:space="preserve"> r. o finansach </w:t>
      </w:r>
      <w:r w:rsidRPr="00614BF1">
        <w:rPr>
          <w:rFonts w:ascii="Arial" w:hAnsi="Arial" w:cs="Arial"/>
        </w:rPr>
        <w:t>publicznych (tj. wraz z odsetkami w wysokości</w:t>
      </w:r>
      <w:r w:rsidR="002061DE" w:rsidRPr="00614BF1">
        <w:rPr>
          <w:rFonts w:ascii="Arial" w:hAnsi="Arial" w:cs="Arial"/>
        </w:rPr>
        <w:t xml:space="preserve"> określonej jak dla zaległości </w:t>
      </w:r>
      <w:r w:rsidRPr="00614BF1">
        <w:rPr>
          <w:rFonts w:ascii="Arial" w:hAnsi="Arial" w:cs="Arial"/>
        </w:rPr>
        <w:t>podatkowych liczonymi od dnia przekazania środków).</w:t>
      </w:r>
    </w:p>
    <w:p w14:paraId="63A80324" w14:textId="77777777" w:rsidR="00B814E4" w:rsidRPr="00614BF1" w:rsidRDefault="00B814E4" w:rsidP="00614BF1">
      <w:pPr>
        <w:pStyle w:val="Default"/>
        <w:spacing w:before="60" w:line="276" w:lineRule="auto"/>
        <w:rPr>
          <w:rFonts w:ascii="Arial" w:hAnsi="Arial" w:cs="Arial"/>
        </w:rPr>
      </w:pPr>
    </w:p>
    <w:p w14:paraId="63A80325" w14:textId="77777777" w:rsidR="0019686D" w:rsidRPr="007A0EE0" w:rsidRDefault="00162D6C" w:rsidP="007A0EE0">
      <w:pPr>
        <w:pStyle w:val="Default"/>
        <w:spacing w:before="60" w:after="72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 odpowiedzialności karnej za złożenie fałszywych oświadczeń</w:t>
      </w:r>
      <w:r w:rsidR="00FD218B" w:rsidRPr="00614BF1">
        <w:rPr>
          <w:rFonts w:ascii="Arial" w:hAnsi="Arial" w:cs="Arial"/>
        </w:rPr>
        <w:t>.</w:t>
      </w:r>
      <w:r w:rsidRPr="00614BF1">
        <w:rPr>
          <w:rFonts w:ascii="Arial" w:hAnsi="Arial" w:cs="Arial"/>
        </w:rPr>
        <w:t xml:space="preserve"> </w:t>
      </w:r>
    </w:p>
    <w:p w14:paraId="63A80326" w14:textId="77777777" w:rsidR="000969D9" w:rsidRPr="007A0EE0" w:rsidRDefault="002D2191" w:rsidP="003E5516">
      <w:pPr>
        <w:rPr>
          <w:rFonts w:ascii="Arial" w:hAnsi="Arial" w:cs="Arial"/>
          <w:sz w:val="20"/>
          <w:szCs w:val="20"/>
        </w:rPr>
      </w:pPr>
      <w:r w:rsidRPr="007A0EE0">
        <w:rPr>
          <w:rFonts w:ascii="Arial" w:hAnsi="Arial" w:cs="Arial"/>
          <w:sz w:val="20"/>
          <w:szCs w:val="20"/>
        </w:rPr>
        <w:t>(P</w:t>
      </w:r>
      <w:r w:rsidR="005C3EA2" w:rsidRPr="007A0EE0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7A0EE0">
        <w:rPr>
          <w:rFonts w:ascii="Arial" w:hAnsi="Arial" w:cs="Arial"/>
          <w:sz w:val="20"/>
          <w:szCs w:val="20"/>
        </w:rPr>
        <w:t>składania oświadcze</w:t>
      </w:r>
      <w:r w:rsidR="00031C82" w:rsidRPr="007A0EE0">
        <w:rPr>
          <w:rFonts w:ascii="Arial" w:hAnsi="Arial" w:cs="Arial"/>
          <w:sz w:val="20"/>
          <w:szCs w:val="20"/>
        </w:rPr>
        <w:t>ń</w:t>
      </w:r>
      <w:r w:rsidR="00144328" w:rsidRPr="007A0EE0">
        <w:rPr>
          <w:rFonts w:ascii="Arial" w:hAnsi="Arial" w:cs="Arial"/>
          <w:sz w:val="20"/>
          <w:szCs w:val="20"/>
        </w:rPr>
        <w:t xml:space="preserve"> </w:t>
      </w:r>
    </w:p>
    <w:p w14:paraId="63A80327" w14:textId="77777777" w:rsidR="00136BCA" w:rsidRPr="007A0EE0" w:rsidRDefault="00144328" w:rsidP="007A0EE0">
      <w:pPr>
        <w:rPr>
          <w:rFonts w:ascii="Arial" w:hAnsi="Arial" w:cs="Arial"/>
          <w:sz w:val="20"/>
          <w:szCs w:val="20"/>
        </w:rPr>
      </w:pPr>
      <w:r w:rsidRPr="007A0EE0">
        <w:rPr>
          <w:rFonts w:ascii="Arial" w:hAnsi="Arial" w:cs="Arial"/>
          <w:sz w:val="20"/>
          <w:szCs w:val="20"/>
        </w:rPr>
        <w:t xml:space="preserve">w imieniu </w:t>
      </w:r>
      <w:r w:rsidR="007042E7" w:rsidRPr="007A0EE0">
        <w:rPr>
          <w:rFonts w:ascii="Arial" w:hAnsi="Arial" w:cs="Arial"/>
          <w:sz w:val="20"/>
          <w:szCs w:val="20"/>
        </w:rPr>
        <w:t>Beneficjenta</w:t>
      </w:r>
      <w:r w:rsidR="000969D9" w:rsidRPr="007A0EE0">
        <w:rPr>
          <w:rFonts w:ascii="Arial" w:hAnsi="Arial" w:cs="Arial"/>
          <w:sz w:val="20"/>
          <w:szCs w:val="20"/>
        </w:rPr>
        <w:t xml:space="preserve"> / Partnera</w:t>
      </w:r>
      <w:r w:rsidR="009A7F82" w:rsidRPr="007A0EE0">
        <w:rPr>
          <w:rFonts w:ascii="Arial" w:hAnsi="Arial" w:cs="Arial"/>
          <w:sz w:val="20"/>
          <w:szCs w:val="20"/>
        </w:rPr>
        <w:t>)</w:t>
      </w:r>
      <w:bookmarkStart w:id="0" w:name="_GoBack"/>
      <w:bookmarkEnd w:id="0"/>
    </w:p>
    <w:sectPr w:rsidR="00136BCA" w:rsidRPr="007A0EE0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8032C" w14:textId="77777777" w:rsidR="0056412B" w:rsidRDefault="0056412B" w:rsidP="00F75F04">
      <w:r>
        <w:separator/>
      </w:r>
    </w:p>
  </w:endnote>
  <w:endnote w:type="continuationSeparator" w:id="0">
    <w:p w14:paraId="63A8032D" w14:textId="77777777" w:rsidR="0056412B" w:rsidRDefault="0056412B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8032A" w14:textId="77777777" w:rsidR="0056412B" w:rsidRDefault="0056412B" w:rsidP="00F75F04">
      <w:r>
        <w:separator/>
      </w:r>
    </w:p>
  </w:footnote>
  <w:footnote w:type="continuationSeparator" w:id="0">
    <w:p w14:paraId="63A8032B" w14:textId="77777777" w:rsidR="0056412B" w:rsidRDefault="0056412B" w:rsidP="00F75F04">
      <w:r>
        <w:continuationSeparator/>
      </w:r>
    </w:p>
  </w:footnote>
  <w:footnote w:id="1">
    <w:p w14:paraId="63A8032E" w14:textId="77777777" w:rsidR="00AA0A57" w:rsidRPr="00614BF1" w:rsidRDefault="00374B2A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 xml:space="preserve"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 </w:t>
      </w:r>
      <w:r w:rsidRPr="00614BF1">
        <w:rPr>
          <w:rFonts w:ascii="Arial" w:hAnsi="Arial" w:cs="Arial"/>
        </w:rPr>
        <w:br/>
      </w:r>
      <w:r w:rsidRPr="00614BF1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63A8032F" w14:textId="77777777" w:rsidR="00AA0A57" w:rsidRPr="00614BF1" w:rsidRDefault="009F5844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3">
    <w:p w14:paraId="63A80330" w14:textId="77777777" w:rsidR="00AA0A57" w:rsidRPr="00614BF1" w:rsidRDefault="009F5844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4">
    <w:p w14:paraId="63A80331" w14:textId="77777777" w:rsidR="00AA0A57" w:rsidRPr="00614BF1" w:rsidRDefault="00D15140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5">
    <w:p w14:paraId="63A80332" w14:textId="77777777" w:rsidR="00AA0A57" w:rsidRPr="00614BF1" w:rsidRDefault="00FD218B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3A80333" w14:textId="77777777" w:rsidR="00AA0A57" w:rsidRDefault="00D15140" w:rsidP="00614BF1">
      <w:pPr>
        <w:pStyle w:val="Tekstprzypisudolnego"/>
        <w:spacing w:before="60" w:line="276" w:lineRule="auto"/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675B"/>
    <w:rsid w:val="002A04BD"/>
    <w:rsid w:val="002A07FD"/>
    <w:rsid w:val="002B2F72"/>
    <w:rsid w:val="002B6B33"/>
    <w:rsid w:val="002C34E6"/>
    <w:rsid w:val="002D2121"/>
    <w:rsid w:val="002D2191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A0F8A"/>
    <w:rsid w:val="004B0A00"/>
    <w:rsid w:val="004F2C1A"/>
    <w:rsid w:val="005033E1"/>
    <w:rsid w:val="005140C0"/>
    <w:rsid w:val="00520068"/>
    <w:rsid w:val="005476D9"/>
    <w:rsid w:val="00552865"/>
    <w:rsid w:val="00553986"/>
    <w:rsid w:val="00561B14"/>
    <w:rsid w:val="00563342"/>
    <w:rsid w:val="0056412B"/>
    <w:rsid w:val="00565B9C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A419E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5191"/>
    <w:rsid w:val="00916BC8"/>
    <w:rsid w:val="00935897"/>
    <w:rsid w:val="00943A0F"/>
    <w:rsid w:val="00943F79"/>
    <w:rsid w:val="00946547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34114"/>
    <w:rsid w:val="00A52A94"/>
    <w:rsid w:val="00A70B4C"/>
    <w:rsid w:val="00A714C7"/>
    <w:rsid w:val="00A76CDF"/>
    <w:rsid w:val="00A806E6"/>
    <w:rsid w:val="00A87C25"/>
    <w:rsid w:val="00AA0A57"/>
    <w:rsid w:val="00AA4EF5"/>
    <w:rsid w:val="00AC75F8"/>
    <w:rsid w:val="00AD2220"/>
    <w:rsid w:val="00AF6EA0"/>
    <w:rsid w:val="00AF6F07"/>
    <w:rsid w:val="00B03F6C"/>
    <w:rsid w:val="00B04B85"/>
    <w:rsid w:val="00B2108C"/>
    <w:rsid w:val="00B27320"/>
    <w:rsid w:val="00B336CB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67F40"/>
    <w:rsid w:val="00C703BA"/>
    <w:rsid w:val="00C7650E"/>
    <w:rsid w:val="00C8234E"/>
    <w:rsid w:val="00C913EA"/>
    <w:rsid w:val="00C91A71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76A0A"/>
    <w:rsid w:val="00EB4F10"/>
    <w:rsid w:val="00ED1890"/>
    <w:rsid w:val="00EE0E63"/>
    <w:rsid w:val="00EE4247"/>
    <w:rsid w:val="00EF3E7C"/>
    <w:rsid w:val="00EF7F8F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B014D"/>
    <w:rsid w:val="00FD218B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C445A-33B1-4265-A281-4B2330BC5A5F}">
  <ds:schemaRefs>
    <ds:schemaRef ds:uri="945595bd-0fc1-4e73-9902-100781b31bf3"/>
    <ds:schemaRef ds:uri="http://schemas.microsoft.com/office/2006/documentManagement/types"/>
    <ds:schemaRef ds:uri="5342988d-6845-4e7b-9c11-9364b799213f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6B90C-3A30-4173-8CA6-D1AFADE46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4C4955-3784-44C8-AB52-E06F3C0D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</Template>
  <TotalTime>2</TotalTime>
  <Pages>2</Pages>
  <Words>230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Mikrut Monika</cp:lastModifiedBy>
  <cp:revision>3</cp:revision>
  <cp:lastPrinted>2023-04-04T05:14:00Z</cp:lastPrinted>
  <dcterms:created xsi:type="dcterms:W3CDTF">2023-07-05T10:58:00Z</dcterms:created>
  <dcterms:modified xsi:type="dcterms:W3CDTF">2023-07-07T09:46:00Z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